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DD" w:rsidRDefault="00C152DD"/>
    <w:p w:rsidR="00C152DD" w:rsidRDefault="00C152DD">
      <w:r>
        <w:br w:type="page"/>
      </w:r>
    </w:p>
    <w:p w:rsidR="00C152DD" w:rsidRDefault="00C152DD" w:rsidP="0009693B">
      <w:r>
        <w:t>There should only be one paragraphs on page 1.  A page-break at the beginning of the paragraph doesn’t take up any space – even though visibility it looks like it does - so don’t add a placeholder for it..</w:t>
      </w:r>
    </w:p>
    <w:sectPr w:rsidR="00C152DD" w:rsidSect="000A581C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81C"/>
    <w:rsid w:val="0009693B"/>
    <w:rsid w:val="000A581C"/>
    <w:rsid w:val="000F0D5B"/>
    <w:rsid w:val="00290023"/>
    <w:rsid w:val="00611919"/>
    <w:rsid w:val="008D57BA"/>
    <w:rsid w:val="009071A6"/>
    <w:rsid w:val="009F2294"/>
    <w:rsid w:val="00AD70DD"/>
    <w:rsid w:val="00C152DD"/>
    <w:rsid w:val="00D84E8F"/>
    <w:rsid w:val="00E2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2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31</Words>
  <Characters>178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JLAutoBuild</dc:creator>
  <cp:keywords/>
  <dc:description/>
  <cp:lastModifiedBy>JLAutoBuild</cp:lastModifiedBy>
  <cp:revision>5</cp:revision>
  <dcterms:created xsi:type="dcterms:W3CDTF">2019-04-24T05:48:00Z</dcterms:created>
  <dcterms:modified xsi:type="dcterms:W3CDTF">2019-04-24T08:25:00Z</dcterms:modified>
</cp:coreProperties>
</file>